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F25DAB" w:rsidP="00F25DAB">
            <w:pPr>
              <w:contextualSpacing/>
              <w:mirrorIndents/>
              <w:jc w:val="left"/>
              <w:rPr>
                <w:sz w:val="20"/>
                <w:szCs w:val="20"/>
              </w:rPr>
            </w:pPr>
            <w:r>
              <w:rPr>
                <w:rFonts w:hint="eastAsia"/>
                <w:color w:val="FF0000"/>
                <w:sz w:val="20"/>
                <w:szCs w:val="20"/>
              </w:rPr>
              <w:t>年号</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00CA7297"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00CA7297"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bookmarkStart w:id="0" w:name="_GoBack"/>
            <w:bookmarkEnd w:id="0"/>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F25DAB" w:rsidP="00E37E7E">
            <w:pPr>
              <w:contextualSpacing/>
              <w:mirrorIndents/>
              <w:jc w:val="left"/>
              <w:rPr>
                <w:sz w:val="20"/>
                <w:szCs w:val="20"/>
              </w:rPr>
            </w:pPr>
            <w:r>
              <w:rPr>
                <w:rFonts w:hint="eastAsia"/>
                <w:color w:val="FF0000"/>
                <w:sz w:val="20"/>
                <w:szCs w:val="20"/>
              </w:rPr>
              <w:t>年号</w:t>
            </w:r>
            <w:r w:rsidR="0072166A"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0072166A"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0072166A"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006F85"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06F8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D36F2"/>
    <w:rsid w:val="000E1E9E"/>
    <w:rsid w:val="0011185E"/>
    <w:rsid w:val="00112F4C"/>
    <w:rsid w:val="00125413"/>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25DAB"/>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28E9194"/>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B4867-AA45-4D2C-9744-18E7EC47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218</Words>
  <Characters>1247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岡山県</cp:lastModifiedBy>
  <cp:revision>9</cp:revision>
  <cp:lastPrinted>2017-05-31T04:43:00Z</cp:lastPrinted>
  <dcterms:created xsi:type="dcterms:W3CDTF">2017-05-30T06:43:00Z</dcterms:created>
  <dcterms:modified xsi:type="dcterms:W3CDTF">2022-03-18T10:43:00Z</dcterms:modified>
</cp:coreProperties>
</file>